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3B5729" w:rsidRDefault="00997F14" w14:paraId="65C01886" w14:textId="77777777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579B70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796E7189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5F96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27717">
        <w:rPr>
          <w:rFonts w:ascii="Corbel" w:hAnsi="Corbel"/>
          <w:b/>
          <w:smallCaps/>
          <w:sz w:val="24"/>
          <w:szCs w:val="24"/>
        </w:rPr>
        <w:t>2021-2024</w:t>
      </w:r>
    </w:p>
    <w:p w:rsidRPr="009C54AE" w:rsidR="00527717" w:rsidP="00EA4832" w:rsidRDefault="00527717" w14:paraId="1D067C3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27717" w:rsidP="00EA4832" w:rsidRDefault="00445970" w14:paraId="1CD950E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Pr="00EA4832" w:rsidR="00445970" w:rsidP="00527717" w:rsidRDefault="00445970" w14:paraId="5800B954" w14:textId="77777777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95F96">
        <w:rPr>
          <w:rFonts w:ascii="Corbel" w:hAnsi="Corbel"/>
          <w:sz w:val="20"/>
          <w:szCs w:val="20"/>
        </w:rPr>
        <w:t>ok akademicki 202</w:t>
      </w:r>
      <w:r w:rsidR="00270B82">
        <w:rPr>
          <w:rFonts w:ascii="Corbel" w:hAnsi="Corbel"/>
          <w:sz w:val="20"/>
          <w:szCs w:val="20"/>
        </w:rPr>
        <w:t>2</w:t>
      </w:r>
      <w:r w:rsidR="00B87993">
        <w:rPr>
          <w:rFonts w:ascii="Corbel" w:hAnsi="Corbel"/>
          <w:sz w:val="20"/>
          <w:szCs w:val="20"/>
        </w:rPr>
        <w:t>/202</w:t>
      </w:r>
      <w:r w:rsidR="00270B82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2ED2B37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43ACD6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14628B6" w14:paraId="59D3145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EE753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27717" w:rsidR="0085747A" w:rsidP="514628B6" w:rsidRDefault="00195F96" w14:paraId="4B85747F" w14:textId="77777777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14628B6" w:rsidR="00195F96">
              <w:rPr>
                <w:rFonts w:ascii="Corbel" w:hAnsi="Corbel" w:cs="Calibri"/>
                <w:b w:val="0"/>
                <w:bCs w:val="0"/>
                <w:sz w:val="24"/>
                <w:szCs w:val="24"/>
              </w:rPr>
              <w:t>Instytucje rynku pracy i zatrudnienie socjalne</w:t>
            </w:r>
          </w:p>
        </w:tc>
      </w:tr>
      <w:tr w:rsidRPr="009C54AE" w:rsidR="0085747A" w:rsidTr="514628B6" w14:paraId="1241D06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1C10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0E2EF0" w14:paraId="34433B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2EF0">
              <w:rPr>
                <w:rFonts w:ascii="Corbel" w:hAnsi="Corbel" w:cs="Calibri"/>
                <w:b w:val="0"/>
                <w:sz w:val="24"/>
                <w:szCs w:val="24"/>
              </w:rPr>
              <w:t>P1S[3]O_05</w:t>
            </w:r>
          </w:p>
        </w:tc>
      </w:tr>
      <w:tr w:rsidRPr="009C54AE" w:rsidR="0085747A" w:rsidTr="514628B6" w14:paraId="08BBDB5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1E54CA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195F96" w14:paraId="54BA43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14628B6" w14:paraId="603D077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9D999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95F96" w:rsidR="0085747A" w:rsidP="009C54AE" w:rsidRDefault="00396F4B" w14:paraId="1BD548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195F96" w:rsidTr="514628B6" w14:paraId="1DB1B3DE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2053FB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50EFE1AE" w14:textId="7B97B020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Praca </w:t>
            </w:r>
            <w:r w:rsidR="004E4D4F">
              <w:rPr>
                <w:rFonts w:ascii="Corbel" w:hAnsi="Corbel"/>
              </w:rPr>
              <w:t>s</w:t>
            </w:r>
            <w:r w:rsidRPr="00195F96">
              <w:rPr>
                <w:rFonts w:ascii="Corbel" w:hAnsi="Corbel"/>
              </w:rPr>
              <w:t>ocjalna</w:t>
            </w:r>
          </w:p>
        </w:tc>
      </w:tr>
      <w:tr w:rsidRPr="009C54AE" w:rsidR="00195F96" w:rsidTr="514628B6" w14:paraId="2C43C06B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454E1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5F99D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195F96" w:rsidTr="514628B6" w14:paraId="1CB687C0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3E3993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41E22BC9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Pr="009C54AE" w:rsidR="00195F96" w:rsidTr="514628B6" w14:paraId="419EB74D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2182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2B50461E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stacjonarne</w:t>
            </w:r>
          </w:p>
        </w:tc>
      </w:tr>
      <w:tr w:rsidRPr="009C54AE" w:rsidR="00195F96" w:rsidTr="514628B6" w14:paraId="2BE93B86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00EAEC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4F91EACB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Rok 2, semestr III</w:t>
            </w:r>
          </w:p>
        </w:tc>
      </w:tr>
      <w:tr w:rsidRPr="009C54AE" w:rsidR="00195F96" w:rsidTr="514628B6" w14:paraId="4F61AA28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2D9D57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696175" w14:paraId="0830B378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K</w:t>
            </w:r>
            <w:r w:rsidRPr="00195F96" w:rsidR="00195F96">
              <w:rPr>
                <w:rFonts w:ascii="Corbel" w:hAnsi="Corbel"/>
              </w:rPr>
              <w:t>ierunkowy</w:t>
            </w:r>
          </w:p>
        </w:tc>
      </w:tr>
      <w:tr w:rsidRPr="009C54AE" w:rsidR="00195F96" w:rsidTr="514628B6" w14:paraId="15C409DD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70C99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4E4D4F" w14:paraId="00AA0665" w14:textId="002DD0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Pr="00195F96" w:rsidR="00195F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195F96" w:rsidTr="514628B6" w14:paraId="5614F3FF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1CBB2D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53CC0CD4" w14:textId="1B2907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</w:t>
            </w:r>
            <w:r w:rsidR="004E4D4F">
              <w:rPr>
                <w:rFonts w:ascii="Corbel" w:hAnsi="Corbel"/>
                <w:b w:val="0"/>
                <w:sz w:val="24"/>
                <w:szCs w:val="24"/>
              </w:rPr>
              <w:t>zysztof Jamroży</w:t>
            </w:r>
          </w:p>
        </w:tc>
      </w:tr>
      <w:tr w:rsidRPr="009C54AE" w:rsidR="00195F96" w:rsidTr="514628B6" w14:paraId="4A285A74" w14:textId="77777777">
        <w:tc>
          <w:tcPr>
            <w:tcW w:w="2694" w:type="dxa"/>
            <w:tcMar/>
            <w:vAlign w:val="center"/>
          </w:tcPr>
          <w:p w:rsidRPr="009C54AE" w:rsidR="00195F96" w:rsidP="00195F96" w:rsidRDefault="00195F96" w14:paraId="7CE171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95F96" w:rsidR="00195F96" w:rsidP="00195F96" w:rsidRDefault="00195F96" w14:paraId="6FB9E8E4" w14:textId="18E2D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</w:t>
            </w:r>
            <w:r w:rsidR="004E4D4F">
              <w:rPr>
                <w:rFonts w:ascii="Corbel" w:hAnsi="Corbel"/>
                <w:b w:val="0"/>
                <w:sz w:val="24"/>
                <w:szCs w:val="24"/>
              </w:rPr>
              <w:t>zysztof Jamroży</w:t>
            </w:r>
          </w:p>
        </w:tc>
      </w:tr>
    </w:tbl>
    <w:p w:rsidRPr="009C54AE" w:rsidR="0085747A" w:rsidP="009C54AE" w:rsidRDefault="0085747A" w14:paraId="0922F61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D46F9E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6ED62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BDACF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95F96" w14:paraId="2ACAA61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345371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034D4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C046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C5B1B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4237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6430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7B12D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2D1E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4E918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618C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24ACD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270B82" w14:paraId="1DE2992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195F96" w14:paraId="3B525B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6180CE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2582AA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470C3A" w14:paraId="20C3D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13AACA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1A1BA0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30FB7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39CD2D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015B8F" w14:paraId="0F4B01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270B82" w:rsidRDefault="00195F96" w14:paraId="4B9493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191B4EC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A9222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:rsidRPr="009C54AE" w:rsidR="0085747A" w:rsidP="00F83B28" w:rsidRDefault="00270B82" w14:paraId="3E90C69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531EF86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62B68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A49208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270B8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E960BB" w:rsidP="009C54AE" w:rsidRDefault="00270B82" w14:paraId="5271B7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70B82" w:rsidP="009C54AE" w:rsidRDefault="00270B82" w14:paraId="6F8B4F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E84D50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27717" w:rsidP="009C54AE" w:rsidRDefault="00527717" w14:paraId="58EDB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6F54A350" w14:textId="77777777">
        <w:tc>
          <w:tcPr>
            <w:tcW w:w="9670" w:type="dxa"/>
          </w:tcPr>
          <w:p w:rsidRPr="009C54AE" w:rsidR="0085747A" w:rsidP="009C54AE" w:rsidRDefault="00270B82" w14:paraId="330C062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„Podstawy ekonomii”, „Struktura i organizacja pomocy społecznej”, „Działalność pożytku publicznego i wolontariat”.</w:t>
            </w:r>
          </w:p>
        </w:tc>
      </w:tr>
    </w:tbl>
    <w:p w:rsidR="00527717" w:rsidRDefault="00527717" w14:paraId="298CDD02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009C54AE" w:rsidRDefault="0071620A" w14:paraId="1C07676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3168D7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33D1CA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A808B5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87993" w:rsidTr="5A40A2F7" w14:paraId="7BF85675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06E07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873EB4" w:rsidR="00B87993" w:rsidP="5A40A2F7" w:rsidRDefault="00B87993" w14:paraId="18331D50" w14:textId="6691ABEE" w14:noSpellErr="1">
            <w:pPr>
              <w:pStyle w:val="Podpunkty"/>
              <w:spacing w:before="40" w:after="40"/>
              <w:ind w:left="0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 xml:space="preserve">Zapoznanie studentów z mechanizmem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>globalnym</w:t>
            </w:r>
            <w:r w:rsidRPr="5A40A2F7" w:rsidR="00270B82">
              <w:rPr>
                <w:rFonts w:ascii="Corbel" w:hAnsi="Corbel" w:eastAsia="Corbel" w:cs="Corbel"/>
                <w:b w:val="0"/>
                <w:bCs w:val="0"/>
              </w:rPr>
              <w:t xml:space="preserve">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>i wyzwaniami</w:t>
            </w:r>
            <w:r w:rsidRPr="5A40A2F7" w:rsidR="00B87993">
              <w:rPr>
                <w:rFonts w:ascii="Corbel" w:hAnsi="Corbel" w:eastAsia="Corbel" w:cs="Corbel"/>
              </w:rPr>
              <w:t xml:space="preserve">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>rynku pracy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 xml:space="preserve">,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>z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>asadami polityki zatrudnienia, skutkami i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</w:rPr>
              <w:t xml:space="preserve"> przeciwdziałaniem bezrobociu.</w:t>
            </w:r>
          </w:p>
        </w:tc>
      </w:tr>
      <w:tr w:rsidRPr="009C54AE" w:rsidR="00B87993" w:rsidTr="5A40A2F7" w14:paraId="2C0307B8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119CE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873EB4" w:rsidR="00B87993" w:rsidP="5A40A2F7" w:rsidRDefault="007F7BEE" w14:paraId="560F8235" w14:textId="4B9335E3" w14:noSpellErr="1">
            <w:pPr>
              <w:pStyle w:val="Podpunkty"/>
              <w:spacing w:before="40" w:after="40"/>
              <w:ind w:left="0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Przybliżenie studentom instytucji rynku pracy oraz o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cena  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ich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struktury i funkcji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B87993" w:rsidTr="5A40A2F7" w14:paraId="3C835570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B4BE2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Mar/>
            <w:vAlign w:val="center"/>
          </w:tcPr>
          <w:p w:rsidRPr="009C54AE" w:rsidR="00B87993" w:rsidP="5A40A2F7" w:rsidRDefault="00B87993" w14:paraId="79368B1A" w14:textId="77777777" w14:noSpellErr="1">
            <w:pPr>
              <w:pStyle w:val="Podpunkty"/>
              <w:spacing w:before="40" w:after="40"/>
              <w:ind w:left="0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Zapoznanie studentów z istotą i efektami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zatrudnienia socjalnego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oraz typami i</w:t>
            </w:r>
            <w:r w:rsidRPr="5A40A2F7" w:rsidR="00270B82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 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funkcjami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5A40A2F7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instytucji zatrudnienia socjalnego</w:t>
            </w:r>
          </w:p>
        </w:tc>
      </w:tr>
      <w:tr w:rsidRPr="009C54AE" w:rsidR="007F7BEE" w:rsidTr="5A40A2F7" w14:paraId="6DEBB5F2" w14:textId="77777777">
        <w:tc>
          <w:tcPr>
            <w:tcW w:w="845" w:type="dxa"/>
            <w:tcMar/>
            <w:vAlign w:val="center"/>
          </w:tcPr>
          <w:p w:rsidR="007F7BEE" w:rsidP="00195F96" w:rsidRDefault="007F7BEE" w14:paraId="5D05989C" w14:textId="25EA0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Mar/>
            <w:vAlign w:val="center"/>
          </w:tcPr>
          <w:p w:rsidR="007F7BEE" w:rsidP="5A40A2F7" w:rsidRDefault="007F7BEE" w14:paraId="3ABC894A" w14:textId="25630E09" w14:noSpellErr="1">
            <w:pPr>
              <w:pStyle w:val="Podpunkty"/>
              <w:spacing w:before="40" w:after="40"/>
              <w:ind w:left="0"/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Przybliżenie studentom form promocji zatrudnienia, metod łagodzenia skutków bezrobocia oraz sposobów aktywizacji zawodowej</w:t>
            </w:r>
            <w:r w:rsidRPr="5A40A2F7" w:rsidR="00A64CDB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osób bezrobotnych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na przykładzie 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Krajow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ego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Plan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Działań na Rzecz Zatrudnienia</w:t>
            </w:r>
            <w:r w:rsidRPr="5A40A2F7" w:rsidR="007F7BEE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oraz instytucji funkcjonujących w sferze zatrudnienia socjalnego.</w:t>
            </w:r>
          </w:p>
        </w:tc>
      </w:tr>
    </w:tbl>
    <w:p w:rsidRPr="009C54AE" w:rsidR="0085747A" w:rsidP="009C54AE" w:rsidRDefault="0085747A" w14:paraId="1571803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E51296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AAE49A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405889A2" w14:textId="77777777">
        <w:tc>
          <w:tcPr>
            <w:tcW w:w="1701" w:type="dxa"/>
            <w:vAlign w:val="center"/>
          </w:tcPr>
          <w:p w:rsidRPr="009C54AE" w:rsidR="0085747A" w:rsidP="009C54AE" w:rsidRDefault="0085747A" w14:paraId="1B4D7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6A6FC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F385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0B82" w:rsidR="0030395F">
              <w:rPr>
                <w:rStyle w:val="Odwoanieprzypisudolnego"/>
              </w:rPr>
              <w:footnoteReference w:id="1"/>
            </w:r>
          </w:p>
        </w:tc>
      </w:tr>
      <w:tr w:rsidRPr="009C54AE" w:rsidR="0085747A" w:rsidTr="005E6E85" w14:paraId="446015F0" w14:textId="77777777">
        <w:tc>
          <w:tcPr>
            <w:tcW w:w="1701" w:type="dxa"/>
          </w:tcPr>
          <w:p w:rsidRPr="009C54AE" w:rsidR="0085747A" w:rsidP="009C54AE" w:rsidRDefault="00270B82" w14:paraId="1FA4E7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BC48B7" w:rsidRDefault="00562AA2" w14:paraId="145FE53A" w14:textId="66644C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wyzwaniach </w:t>
            </w:r>
            <w:r w:rsidR="00BC48B7">
              <w:rPr>
                <w:rFonts w:ascii="Corbel" w:hAnsi="Corbel"/>
                <w:b w:val="0"/>
                <w:smallCaps w:val="0"/>
                <w:szCs w:val="24"/>
              </w:rPr>
              <w:t xml:space="preserve">krajowych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globalnych wpływających na rynek pracy,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 xml:space="preserve">o systemie organizacji rynku pracy i zatrudnienia socjalnego,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o efektach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polityki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zatrudnienia,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strukturze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i dynamice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zatrudnienia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>w skali regionalnej, krajowej i międzynarodowej.</w:t>
            </w:r>
          </w:p>
        </w:tc>
        <w:tc>
          <w:tcPr>
            <w:tcW w:w="1873" w:type="dxa"/>
          </w:tcPr>
          <w:p w:rsidRPr="009C54AE" w:rsidR="0085747A" w:rsidP="009C54AE" w:rsidRDefault="00576EE3" w14:paraId="3DE990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E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005E6E85" w14:paraId="079F3AB3" w14:textId="77777777">
        <w:tc>
          <w:tcPr>
            <w:tcW w:w="1701" w:type="dxa"/>
          </w:tcPr>
          <w:p w:rsidRPr="009C54AE" w:rsidR="0085747A" w:rsidP="009C54AE" w:rsidRDefault="0085747A" w14:paraId="353670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BC48B7" w:rsidRDefault="00396F4B" w14:paraId="04962A2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ewaluacji instytucji rynku pracy, ich współdziałaniu z podmiotami samorządowymi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o relacjach między instytucjami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skali powiatu, województwa, kraju i międzynarodowej </w:t>
            </w:r>
          </w:p>
        </w:tc>
        <w:tc>
          <w:tcPr>
            <w:tcW w:w="1873" w:type="dxa"/>
          </w:tcPr>
          <w:p w:rsidRPr="009C54AE" w:rsidR="0085747A" w:rsidP="009C54AE" w:rsidRDefault="00576EE3" w14:paraId="0FDC0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9C54AE" w:rsidR="0085747A" w:rsidTr="005E6E85" w14:paraId="412CA623" w14:textId="77777777">
        <w:tc>
          <w:tcPr>
            <w:tcW w:w="1701" w:type="dxa"/>
          </w:tcPr>
          <w:p w:rsidRPr="009C54AE" w:rsidR="0085747A" w:rsidP="009C54AE" w:rsidRDefault="00576EE3" w14:paraId="029B98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BC48B7" w:rsidRDefault="00A33AB9" w14:paraId="2644BD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ideę integracji społecznej osób wykluczonych normy prawne,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etyczne i reguły organizujące</w:t>
            </w:r>
            <w:r>
              <w:t xml:space="preserve"> </w:t>
            </w:r>
            <w:r w:rsidRPr="00A33AB9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rynku pracy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społeczne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działające na rzecz integracji społecznej oraz współpracy z otoczeniem; 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i struktur społecznych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raz rządzące nimi prawidłowości.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9C54AE" w:rsidR="0085747A" w:rsidP="009C54AE" w:rsidRDefault="00576EE3" w14:paraId="363598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576EE3" w:rsidTr="005E6E85" w14:paraId="687425E2" w14:textId="77777777">
        <w:tc>
          <w:tcPr>
            <w:tcW w:w="1701" w:type="dxa"/>
          </w:tcPr>
          <w:p w:rsidR="00576EE3" w:rsidP="009C54AE" w:rsidRDefault="00576EE3" w14:paraId="68EE64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576EE3" w:rsidR="00576EE3" w:rsidP="00BC48B7" w:rsidRDefault="00A33AB9" w14:paraId="1C852B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interpretować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procesy przemian w obrębie instytucji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i struktur społecznych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rynku pracy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przeciwdziałających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bezrobociu i stymulujących zatrudnienie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oraz oceniać uwarunkowania i skutki zjawisk społecznych (kulturowych, politycznych, prawnych, ekonomicznych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perspektywami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popytu na pracę.</w:t>
            </w:r>
          </w:p>
        </w:tc>
        <w:tc>
          <w:tcPr>
            <w:tcW w:w="1873" w:type="dxa"/>
          </w:tcPr>
          <w:p w:rsidR="00576EE3" w:rsidP="009C54AE" w:rsidRDefault="00576EE3" w14:paraId="3BDEAB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576EE3" w:rsidTr="005E6E85" w14:paraId="2A2ECB84" w14:textId="77777777">
        <w:tc>
          <w:tcPr>
            <w:tcW w:w="1701" w:type="dxa"/>
          </w:tcPr>
          <w:p w:rsidR="00576EE3" w:rsidP="009C54AE" w:rsidRDefault="00576EE3" w14:paraId="4ADE3E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576EE3" w:rsidR="00576EE3" w:rsidP="00BC48B7" w:rsidRDefault="00A33AB9" w14:paraId="4B1CD1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ocenić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efekty pracy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nstytucji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działających w skali lokalnej,</w:t>
            </w:r>
            <w:r w:rsidRPr="002D47E5"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regionalne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, krajowe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i międzynarodowe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j, przeciwdziałających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ekskluzji społecznej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analizować zjawiska społeczne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 xml:space="preserve">na podstawie dostępnych badań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dotyczących środowisk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osób zmarginalizowanych</w:t>
            </w:r>
          </w:p>
        </w:tc>
        <w:tc>
          <w:tcPr>
            <w:tcW w:w="1873" w:type="dxa"/>
          </w:tcPr>
          <w:p w:rsidR="00576EE3" w:rsidP="009C54AE" w:rsidRDefault="00576EE3" w14:paraId="2B9C67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Pr="009C54AE" w:rsidR="00576EE3" w:rsidTr="005E6E85" w14:paraId="3C2D25CC" w14:textId="77777777">
        <w:tc>
          <w:tcPr>
            <w:tcW w:w="1701" w:type="dxa"/>
          </w:tcPr>
          <w:p w:rsidR="00576EE3" w:rsidP="009C54AE" w:rsidRDefault="00576EE3" w14:paraId="60425A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576EE3" w:rsidR="00576EE3" w:rsidP="00BC48B7" w:rsidRDefault="00A33AB9" w14:paraId="6C8B28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552E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oskonali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polityki zatrudnienia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aktywnej polityki społecznej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wyznaczania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globalnych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trendów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zapotrzebowania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na pracę 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na usługi w sferze ekonomii społecznej.</w:t>
            </w:r>
          </w:p>
        </w:tc>
        <w:tc>
          <w:tcPr>
            <w:tcW w:w="1873" w:type="dxa"/>
          </w:tcPr>
          <w:p w:rsidR="00576EE3" w:rsidP="009C54AE" w:rsidRDefault="00576EE3" w14:paraId="31A904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:rsidRPr="009C54AE" w:rsidR="0085747A" w:rsidP="009C54AE" w:rsidRDefault="0085747A" w14:paraId="2B0FD8D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9FE0F1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294AEA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CFE293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D3A4B" w14:paraId="337F961E" w14:textId="77777777">
        <w:tc>
          <w:tcPr>
            <w:tcW w:w="9520" w:type="dxa"/>
          </w:tcPr>
          <w:p w:rsidRPr="009C54AE" w:rsidR="0085747A" w:rsidP="009C54AE" w:rsidRDefault="0085747A" w14:paraId="1D7F30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428CD" w:rsidTr="005D3A4B" w14:paraId="0B8E2393" w14:textId="77777777">
        <w:tc>
          <w:tcPr>
            <w:tcW w:w="9520" w:type="dxa"/>
          </w:tcPr>
          <w:p w:rsidRPr="009C54AE" w:rsidR="000428CD" w:rsidP="009C54AE" w:rsidRDefault="000428CD" w14:paraId="40AEC3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0428CD" w:rsidTr="005D3A4B" w14:paraId="3B85912E" w14:textId="77777777">
        <w:tc>
          <w:tcPr>
            <w:tcW w:w="9520" w:type="dxa"/>
          </w:tcPr>
          <w:p w:rsidRPr="009C54AE" w:rsidR="000428CD" w:rsidP="009C54AE" w:rsidRDefault="000428CD" w14:paraId="66F7625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B17A5E" w:rsidR="0085747A" w:rsidP="00B17A5E" w:rsidRDefault="0085747A" w14:paraId="0E1F74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7B8630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7BBA90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17A5E" w14:paraId="36A1973F" w14:textId="77777777">
        <w:tc>
          <w:tcPr>
            <w:tcW w:w="9520" w:type="dxa"/>
          </w:tcPr>
          <w:p w:rsidRPr="009C54AE" w:rsidR="0085747A" w:rsidP="009C54AE" w:rsidRDefault="0085747A" w14:paraId="654F84A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C48B7" w:rsidTr="00B17A5E" w14:paraId="1ADA6AC8" w14:textId="77777777">
        <w:tc>
          <w:tcPr>
            <w:tcW w:w="9520" w:type="dxa"/>
          </w:tcPr>
          <w:p w:rsidRPr="00B17A5E" w:rsidR="00BC48B7" w:rsidP="00BC48B7" w:rsidRDefault="00BC48B7" w14:paraId="703420C7" w14:textId="075553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instytucjonalny rynku pracy - podstawowe pojęcia (instytucje, rynek pracy, instytucje rynku pracy, krajowy system instytucjonalny)</w:t>
            </w:r>
          </w:p>
        </w:tc>
      </w:tr>
      <w:tr w:rsidRPr="009C54AE" w:rsidR="00BC48B7" w:rsidTr="00B17A5E" w14:paraId="3B4C9ADA" w14:textId="77777777">
        <w:tc>
          <w:tcPr>
            <w:tcW w:w="9520" w:type="dxa"/>
          </w:tcPr>
          <w:p w:rsidRPr="00B17A5E" w:rsidR="00BC48B7" w:rsidP="00BC48B7" w:rsidRDefault="00BC48B7" w14:paraId="483F3121" w14:textId="6BA07F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instytucji rynku pracy</w:t>
            </w:r>
          </w:p>
        </w:tc>
      </w:tr>
      <w:tr w:rsidRPr="009C54AE" w:rsidR="00BC48B7" w:rsidTr="00B17A5E" w14:paraId="3D663A60" w14:textId="77777777">
        <w:tc>
          <w:tcPr>
            <w:tcW w:w="9520" w:type="dxa"/>
          </w:tcPr>
          <w:p w:rsidRPr="00B17A5E" w:rsidR="00BC48B7" w:rsidP="00BC48B7" w:rsidRDefault="00BC48B7" w14:paraId="04DD6B33" w14:textId="495CB4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i nieformalne instytucje rynku pracy</w:t>
            </w:r>
          </w:p>
        </w:tc>
      </w:tr>
      <w:tr w:rsidRPr="009C54AE" w:rsidR="00BC48B7" w:rsidTr="00B17A5E" w14:paraId="72D116BC" w14:textId="77777777">
        <w:tc>
          <w:tcPr>
            <w:tcW w:w="9520" w:type="dxa"/>
          </w:tcPr>
          <w:p w:rsidRPr="00B17A5E" w:rsidR="00BC48B7" w:rsidP="00BC48B7" w:rsidRDefault="00BC48B7" w14:paraId="15DA4D38" w14:textId="520C9F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służby zatrudnienia, Ochotnicze Hufce Pracy, agencje zatrudnienia, instytucje szkoleniowe, instytucje dialogu społecznego oraz instytucje partnerstwa lokalnego jako przykład instytucji rynku pracy</w:t>
            </w:r>
          </w:p>
        </w:tc>
      </w:tr>
      <w:tr w:rsidRPr="009C54AE" w:rsidR="00BC48B7" w:rsidTr="00B17A5E" w14:paraId="03CE7933" w14:textId="77777777">
        <w:tc>
          <w:tcPr>
            <w:tcW w:w="9520" w:type="dxa"/>
          </w:tcPr>
          <w:p w:rsidRPr="00B17A5E" w:rsidR="00BC48B7" w:rsidP="00BC48B7" w:rsidRDefault="00BC48B7" w14:paraId="5A622FBE" w14:textId="433A7B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75AE">
              <w:rPr>
                <w:rFonts w:ascii="Corbel" w:hAnsi="Corbel"/>
                <w:sz w:val="24"/>
                <w:szCs w:val="24"/>
              </w:rPr>
              <w:t>Krajowy Plan Działań na Rzecz Zatrudnienia jako forma promocji zatrudnienia, łagodzenia skutków bezrobocia oraz aktywizacji zawodowej</w:t>
            </w:r>
          </w:p>
        </w:tc>
      </w:tr>
      <w:tr w:rsidRPr="009C54AE" w:rsidR="00BC48B7" w:rsidTr="00B17A5E" w14:paraId="27F06830" w14:textId="77777777">
        <w:tc>
          <w:tcPr>
            <w:tcW w:w="9520" w:type="dxa"/>
          </w:tcPr>
          <w:p w:rsidRPr="008552E0" w:rsidR="00BC48B7" w:rsidP="00BC48B7" w:rsidRDefault="00BC48B7" w14:paraId="230C3F98" w14:textId="4F7D61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Zasiłek dla bezrobotnych warunki nabycia prawa do zasiłku, wysokość zasiłku, okres pobierania zasiłku)</w:t>
            </w:r>
          </w:p>
        </w:tc>
      </w:tr>
      <w:tr w:rsidRPr="009C54AE" w:rsidR="00BC48B7" w:rsidTr="00B17A5E" w14:paraId="33DFB72E" w14:textId="77777777">
        <w:tc>
          <w:tcPr>
            <w:tcW w:w="9520" w:type="dxa"/>
          </w:tcPr>
          <w:p w:rsidR="00BC48B7" w:rsidP="00BC48B7" w:rsidRDefault="00BC48B7" w14:paraId="26FF86B6" w14:textId="1A49B6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48B7">
              <w:rPr>
                <w:rFonts w:ascii="Corbel" w:hAnsi="Corbel"/>
                <w:sz w:val="24"/>
                <w:szCs w:val="24"/>
              </w:rPr>
              <w:t>Zatrudnienie socjalne – istota i cel, podmioty zatrudniające (Kluby Integracji Społecznej, Centra Integracji Społecznej)</w:t>
            </w:r>
          </w:p>
        </w:tc>
      </w:tr>
      <w:tr w:rsidRPr="009C54AE" w:rsidR="00BC48B7" w:rsidTr="00B17A5E" w14:paraId="04C36BC0" w14:textId="77777777">
        <w:tc>
          <w:tcPr>
            <w:tcW w:w="9520" w:type="dxa"/>
          </w:tcPr>
          <w:p w:rsidR="00BC48B7" w:rsidP="00BC48B7" w:rsidRDefault="00BC48B7" w14:paraId="4AC8647A" w14:textId="26F628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48B7">
              <w:rPr>
                <w:rFonts w:ascii="Corbel" w:hAnsi="Corbel"/>
                <w:sz w:val="24"/>
                <w:szCs w:val="24"/>
              </w:rPr>
              <w:t>Funkcje, powoływanie i finansowanie KIS oraz CIS</w:t>
            </w:r>
          </w:p>
        </w:tc>
      </w:tr>
    </w:tbl>
    <w:p w:rsidRPr="009C54AE" w:rsidR="0085747A" w:rsidP="009C54AE" w:rsidRDefault="0085747A" w14:paraId="4CD9B5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70A705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683F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F0F20" w:rsidR="00181665" w:rsidP="00B17A5E" w:rsidRDefault="00B17A5E" w14:paraId="507932AD" w14:textId="48151117">
      <w:pPr>
        <w:pStyle w:val="Punktygwne"/>
        <w:spacing w:before="0" w:after="0"/>
        <w:jc w:val="both"/>
        <w:rPr>
          <w:rFonts w:ascii="Corbel" w:hAnsi="Corbel"/>
          <w:bCs/>
          <w:i/>
          <w:smallCaps w:val="0"/>
          <w:color w:val="000000" w:themeColor="text1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3F0F20" w:rsidR="003F0F20">
        <w:rPr>
          <w:rFonts w:ascii="Corbel" w:hAnsi="Corbel"/>
          <w:b w:val="0"/>
          <w:iCs/>
          <w:smallCaps w:val="0"/>
          <w:color w:val="000000" w:themeColor="text1"/>
          <w:sz w:val="20"/>
          <w:szCs w:val="20"/>
        </w:rPr>
        <w:t>Analiza tekstów z dyskusją, wykład z prezentacją multimedialną.</w:t>
      </w:r>
    </w:p>
    <w:p w:rsidR="00211C05" w:rsidP="009C54AE" w:rsidRDefault="00211C05" w14:paraId="549A01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33FE4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245C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EF38D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07797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B17A5E" w14:paraId="30E6D6CA" w14:textId="77777777">
        <w:tc>
          <w:tcPr>
            <w:tcW w:w="1962" w:type="dxa"/>
            <w:vAlign w:val="center"/>
          </w:tcPr>
          <w:p w:rsidRPr="009C54AE" w:rsidR="0085747A" w:rsidP="009C54AE" w:rsidRDefault="0071620A" w14:paraId="36EE5B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7140E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2C071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BC5D1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EF3FA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17A5E" w:rsidTr="00B17A5E" w14:paraId="5451B3A1" w14:textId="77777777">
        <w:tc>
          <w:tcPr>
            <w:tcW w:w="1962" w:type="dxa"/>
          </w:tcPr>
          <w:p w:rsidRPr="009C54AE" w:rsidR="00B17A5E" w:rsidP="00B17A5E" w:rsidRDefault="00845577" w14:paraId="22CACA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B17A5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:rsidRPr="003F0F20" w:rsidR="00B17A5E" w:rsidP="00B17A5E" w:rsidRDefault="003F0F20" w14:paraId="58CFA552" w14:textId="0F2767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0F2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73EB4" w:rsidR="00B17A5E" w:rsidP="00845577" w:rsidRDefault="00B17A5E" w14:paraId="310628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8455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96F4B" w:rsidTr="00B17A5E" w14:paraId="20391214" w14:textId="77777777">
        <w:tc>
          <w:tcPr>
            <w:tcW w:w="1962" w:type="dxa"/>
          </w:tcPr>
          <w:p w:rsidRPr="009C54AE" w:rsidR="00396F4B" w:rsidP="00396F4B" w:rsidRDefault="00845577" w14:paraId="5D650D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396F4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:rsidRPr="00845577" w:rsidR="00396F4B" w:rsidP="00396F4B" w:rsidRDefault="003F0F20" w14:paraId="08B410E3" w14:textId="683A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396F4B" w:rsidP="00845577" w:rsidRDefault="00845577" w14:paraId="7EF88C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00B17A5E" w14:paraId="588B926D" w14:textId="77777777">
        <w:tc>
          <w:tcPr>
            <w:tcW w:w="1962" w:type="dxa"/>
          </w:tcPr>
          <w:p w:rsidRPr="009C54AE" w:rsidR="003F0F20" w:rsidP="003F0F20" w:rsidRDefault="003F0F20" w14:paraId="487745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845577" w:rsidR="003F0F20" w:rsidP="003F0F20" w:rsidRDefault="003F0F20" w14:paraId="22A9C7F4" w14:textId="238DFE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0F2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873EB4" w:rsidR="003F0F20" w:rsidP="003F0F20" w:rsidRDefault="003F0F20" w14:paraId="6668AB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00B17A5E" w14:paraId="5171CC3A" w14:textId="77777777">
        <w:tc>
          <w:tcPr>
            <w:tcW w:w="1962" w:type="dxa"/>
          </w:tcPr>
          <w:p w:rsidRPr="009C54AE" w:rsidR="003F0F20" w:rsidP="003F0F20" w:rsidRDefault="003F0F20" w14:paraId="7D7D3F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845577" w:rsidR="003F0F20" w:rsidP="003F0F20" w:rsidRDefault="003F0F20" w14:paraId="4908843D" w14:textId="0DE44573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873EB4" w:rsidR="003F0F20" w:rsidP="003F0F20" w:rsidRDefault="003F0F20" w14:paraId="66C5E8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00B17A5E" w14:paraId="29338AFB" w14:textId="77777777">
        <w:tc>
          <w:tcPr>
            <w:tcW w:w="1962" w:type="dxa"/>
          </w:tcPr>
          <w:p w:rsidR="003F0F20" w:rsidP="003F0F20" w:rsidRDefault="003F0F20" w14:paraId="15B49C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845577" w:rsidR="003F0F20" w:rsidP="003F0F20" w:rsidRDefault="003F0F20" w14:paraId="4CF2DBA5" w14:textId="0A71F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o</w:t>
            </w:r>
            <w:r w:rsidRPr="00845577">
              <w:rPr>
                <w:rFonts w:ascii="Corbel" w:hAnsi="Corbel"/>
                <w:b w:val="0"/>
                <w:color w:val="000000" w:themeColor="text1"/>
                <w:szCs w:val="24"/>
              </w:rPr>
              <w:t>bserwacja</w:t>
            </w:r>
            <w:r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 trakcie zajęć</w:t>
            </w:r>
          </w:p>
        </w:tc>
        <w:tc>
          <w:tcPr>
            <w:tcW w:w="2117" w:type="dxa"/>
          </w:tcPr>
          <w:p w:rsidRPr="00873EB4" w:rsidR="003F0F20" w:rsidP="003F0F20" w:rsidRDefault="003F0F20" w14:paraId="1BE13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00B17A5E" w14:paraId="5C8F41D2" w14:textId="77777777">
        <w:tc>
          <w:tcPr>
            <w:tcW w:w="1962" w:type="dxa"/>
          </w:tcPr>
          <w:p w:rsidRPr="00B87993" w:rsidR="003F0F20" w:rsidP="003F0F20" w:rsidRDefault="003F0F20" w14:paraId="396796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EK_</w:t>
            </w: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06</w:t>
            </w:r>
          </w:p>
        </w:tc>
        <w:tc>
          <w:tcPr>
            <w:tcW w:w="5441" w:type="dxa"/>
          </w:tcPr>
          <w:p w:rsidRPr="00845577" w:rsidR="003F0F20" w:rsidP="003F0F20" w:rsidRDefault="003F0F20" w14:paraId="5604913F" w14:textId="7A876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o</w:t>
            </w:r>
            <w:r w:rsidRPr="00845577">
              <w:rPr>
                <w:rFonts w:ascii="Corbel" w:hAnsi="Corbel"/>
                <w:b w:val="0"/>
                <w:color w:val="000000" w:themeColor="text1"/>
                <w:szCs w:val="24"/>
              </w:rPr>
              <w:t>bserwacja</w:t>
            </w:r>
            <w:r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 trakcie zajęć</w:t>
            </w:r>
          </w:p>
        </w:tc>
        <w:tc>
          <w:tcPr>
            <w:tcW w:w="2117" w:type="dxa"/>
          </w:tcPr>
          <w:p w:rsidRPr="00680837" w:rsidR="003F0F20" w:rsidP="003F0F20" w:rsidRDefault="003F0F20" w14:paraId="084510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proofErr w:type="spellStart"/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7EDD0C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12424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2A254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1CADFC23" w14:textId="77777777">
        <w:tc>
          <w:tcPr>
            <w:tcW w:w="9670" w:type="dxa"/>
          </w:tcPr>
          <w:p w:rsidRPr="008B1A2B" w:rsidR="003F0F20" w:rsidP="003F0F20" w:rsidRDefault="003F0F20" w14:paraId="36C69729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B1A2B">
              <w:rPr>
                <w:rFonts w:ascii="Corbel" w:hAnsi="Corbel"/>
                <w:b/>
                <w:sz w:val="24"/>
                <w:szCs w:val="24"/>
              </w:rPr>
              <w:t>Elementy składowe oceny zaliczeniowej:</w:t>
            </w:r>
          </w:p>
          <w:p w:rsidRPr="008B1A2B" w:rsidR="003F0F20" w:rsidP="003F0F20" w:rsidRDefault="003F0F20" w14:paraId="7BA1CFD7" w14:textId="0EB5E9D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1. Ocena końcowa z kolokw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um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– 100 %.</w:t>
            </w:r>
          </w:p>
          <w:p w:rsidRPr="008B1A2B" w:rsidR="003F0F20" w:rsidP="003F0F20" w:rsidRDefault="003F0F20" w14:paraId="09AF640B" w14:textId="39176BA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A2B">
              <w:rPr>
                <w:rFonts w:ascii="Corbel" w:hAnsi="Corbel"/>
                <w:sz w:val="24"/>
                <w:szCs w:val="24"/>
              </w:rPr>
              <w:t>Aktywność na zajęciach i udział w dys</w:t>
            </w:r>
            <w:r>
              <w:rPr>
                <w:rFonts w:ascii="Corbel" w:hAnsi="Corbel"/>
                <w:sz w:val="24"/>
                <w:szCs w:val="24"/>
              </w:rPr>
              <w:t xml:space="preserve">kusji – dodatkowo maksymalnie </w:t>
            </w:r>
            <w:r>
              <w:rPr>
                <w:rFonts w:ascii="Corbel" w:hAnsi="Corbel"/>
                <w:sz w:val="24"/>
                <w:szCs w:val="24"/>
              </w:rPr>
              <w:t>do 10</w:t>
            </w:r>
            <w:r w:rsidRPr="008B1A2B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  <w:r>
              <w:rPr>
                <w:rFonts w:ascii="Corbel" w:hAnsi="Corbel"/>
                <w:sz w:val="24"/>
                <w:szCs w:val="24"/>
              </w:rPr>
              <w:t xml:space="preserve"> 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8B1A2B" w:rsidR="003F0F20" w:rsidP="003F0F20" w:rsidRDefault="003F0F20" w14:paraId="4511C14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8B1A2B" w:rsidR="003F0F20" w:rsidP="003F0F20" w:rsidRDefault="003F0F20" w14:paraId="552F7C4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8B1A2B" w:rsidR="003F0F20" w:rsidP="003F0F20" w:rsidRDefault="003F0F20" w14:paraId="19BEB8CF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8B1A2B" w:rsidR="003F0F20" w:rsidP="003F0F20" w:rsidRDefault="003F0F20" w14:paraId="44C4A5F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8B1A2B" w:rsidR="003F0F20" w:rsidP="003F0F20" w:rsidRDefault="003F0F20" w14:paraId="471F69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8B1A2B" w:rsidR="003F0F20" w:rsidP="003F0F20" w:rsidRDefault="003F0F20" w14:paraId="1B2A56A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8B1A2B" w:rsidR="003F0F20" w:rsidP="003F0F20" w:rsidRDefault="003F0F20" w14:paraId="424B309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181665" w:rsidP="009C54AE" w:rsidRDefault="003F0F20" w14:paraId="746D3598" w14:textId="69A30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A2B">
              <w:rPr>
                <w:rFonts w:ascii="Corbel" w:hAnsi="Corbel"/>
                <w:b w:val="0"/>
                <w:szCs w:val="24"/>
              </w:rPr>
              <w:t xml:space="preserve">• </w:t>
            </w:r>
            <w:r w:rsidRPr="003F0F20">
              <w:rPr>
                <w:rFonts w:ascii="Corbel" w:hAnsi="Corbel"/>
                <w:b w:val="0"/>
                <w:smallCaps w:val="0"/>
                <w:szCs w:val="24"/>
              </w:rPr>
              <w:t xml:space="preserve">poniżej </w:t>
            </w:r>
            <w:r w:rsidRPr="008B1A2B">
              <w:rPr>
                <w:rFonts w:ascii="Corbel" w:hAnsi="Corbel"/>
                <w:b w:val="0"/>
                <w:szCs w:val="24"/>
              </w:rPr>
              <w:t>55% (2.0).</w:t>
            </w:r>
          </w:p>
        </w:tc>
      </w:tr>
    </w:tbl>
    <w:p w:rsidRPr="009C54AE" w:rsidR="0085747A" w:rsidP="009C54AE" w:rsidRDefault="0085747A" w14:paraId="59AE7E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62BEF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E8ECE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B17A5E" w14:paraId="3EE0C45E" w14:textId="77777777">
        <w:tc>
          <w:tcPr>
            <w:tcW w:w="4902" w:type="dxa"/>
            <w:vAlign w:val="center"/>
          </w:tcPr>
          <w:p w:rsidRPr="009C54AE" w:rsidR="0085747A" w:rsidP="009C54AE" w:rsidRDefault="00C61DC5" w14:paraId="378EFA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032F0B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17A5E" w:rsidTr="00B17A5E" w14:paraId="60BCF189" w14:textId="77777777">
        <w:tc>
          <w:tcPr>
            <w:tcW w:w="4902" w:type="dxa"/>
          </w:tcPr>
          <w:p w:rsidRPr="009C54AE" w:rsidR="00B17A5E" w:rsidP="00B17A5E" w:rsidRDefault="00B17A5E" w14:paraId="4FDA2B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B17A5E" w:rsidP="00B17A5E" w:rsidRDefault="004A5A01" w14:paraId="7FB1BD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B17A5E" w:rsidTr="00B17A5E" w14:paraId="0EA88728" w14:textId="77777777">
        <w:tc>
          <w:tcPr>
            <w:tcW w:w="4902" w:type="dxa"/>
          </w:tcPr>
          <w:p w:rsidRPr="009C54AE" w:rsidR="00B17A5E" w:rsidP="00B17A5E" w:rsidRDefault="00B17A5E" w14:paraId="4B8B07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17A5E" w:rsidP="00B17A5E" w:rsidRDefault="00B17A5E" w14:paraId="2F9F7D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B17A5E" w:rsidP="00B17A5E" w:rsidRDefault="000E2EF0" w14:paraId="14AEBD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B17A5E" w:rsidTr="00B17A5E" w14:paraId="67E5484A" w14:textId="77777777">
        <w:tc>
          <w:tcPr>
            <w:tcW w:w="4902" w:type="dxa"/>
          </w:tcPr>
          <w:p w:rsidRPr="009C54AE" w:rsidR="00B17A5E" w:rsidP="00B17A5E" w:rsidRDefault="00B17A5E" w14:paraId="7255D1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607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708D" w:rsidR="009607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(przygotowanie do zajęć i </w:t>
            </w:r>
            <w:r w:rsidRPr="008E708D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8E708D" w:rsidR="009607B3">
              <w:rPr>
                <w:rFonts w:ascii="Corbel" w:hAnsi="Corbel"/>
                <w:color w:val="000000" w:themeColor="text1"/>
                <w:sz w:val="24"/>
                <w:szCs w:val="24"/>
              </w:rPr>
              <w:t>gzaminu, napisanie referatu, sporządzenie prezentacji</w:t>
            </w:r>
            <w:r w:rsidRPr="008E708D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B17A5E" w:rsidP="00B17A5E" w:rsidRDefault="003F0F20" w14:paraId="614324BD" w14:textId="744C4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B17A5E" w:rsidTr="00B17A5E" w14:paraId="788C132F" w14:textId="77777777">
        <w:tc>
          <w:tcPr>
            <w:tcW w:w="4902" w:type="dxa"/>
          </w:tcPr>
          <w:p w:rsidRPr="009C54AE" w:rsidR="00B17A5E" w:rsidP="00B17A5E" w:rsidRDefault="00B17A5E" w14:paraId="62133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B17A5E" w:rsidP="00B17A5E" w:rsidRDefault="003F0F20" w14:paraId="158DB601" w14:textId="655822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B17A5E" w:rsidTr="00B17A5E" w14:paraId="188F44AF" w14:textId="77777777">
        <w:tc>
          <w:tcPr>
            <w:tcW w:w="4902" w:type="dxa"/>
          </w:tcPr>
          <w:p w:rsidRPr="009C54AE" w:rsidR="00B17A5E" w:rsidP="00B17A5E" w:rsidRDefault="00B17A5E" w14:paraId="30C8F5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B17A5E" w:rsidP="00B17A5E" w:rsidRDefault="00B17A5E" w14:paraId="2881D9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4B4AA1C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2E00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C6BB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26AAE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27717" w:rsidTr="0071620A" w14:paraId="7F87D40E" w14:textId="77777777">
        <w:trPr>
          <w:trHeight w:val="397"/>
        </w:trPr>
        <w:tc>
          <w:tcPr>
            <w:tcW w:w="3544" w:type="dxa"/>
          </w:tcPr>
          <w:p w:rsidRPr="009C54AE" w:rsidR="00527717" w:rsidP="00527717" w:rsidRDefault="00527717" w14:paraId="41766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527717" w:rsidR="00527717" w:rsidP="00527717" w:rsidRDefault="00527717" w14:paraId="778D371A" w14:textId="77777777">
            <w:pPr>
              <w:rPr>
                <w:rFonts w:ascii="Corbel" w:hAnsi="Corbel"/>
                <w:b/>
                <w:smallCaps/>
              </w:rPr>
            </w:pPr>
            <w:r w:rsidRPr="00527717">
              <w:rPr>
                <w:rFonts w:ascii="Corbel" w:hAnsi="Corbel"/>
              </w:rPr>
              <w:t>Nie dotyczy</w:t>
            </w:r>
          </w:p>
        </w:tc>
      </w:tr>
      <w:tr w:rsidRPr="009C54AE" w:rsidR="00527717" w:rsidTr="0071620A" w14:paraId="305CF68A" w14:textId="77777777">
        <w:trPr>
          <w:trHeight w:val="397"/>
        </w:trPr>
        <w:tc>
          <w:tcPr>
            <w:tcW w:w="3544" w:type="dxa"/>
          </w:tcPr>
          <w:p w:rsidRPr="009C54AE" w:rsidR="00527717" w:rsidP="00527717" w:rsidRDefault="00527717" w14:paraId="18DF27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527717" w:rsidR="00527717" w:rsidP="00527717" w:rsidRDefault="00527717" w14:paraId="4405DF86" w14:textId="77777777">
            <w:pPr>
              <w:rPr>
                <w:rFonts w:ascii="Corbel" w:hAnsi="Corbel"/>
                <w:b/>
                <w:smallCaps/>
              </w:rPr>
            </w:pPr>
            <w:r w:rsidRPr="00527717">
              <w:rPr>
                <w:rFonts w:ascii="Corbel" w:hAnsi="Corbel"/>
              </w:rPr>
              <w:t>Nie dotyczy</w:t>
            </w:r>
          </w:p>
        </w:tc>
      </w:tr>
    </w:tbl>
    <w:p w:rsidR="003E1941" w:rsidP="009C54AE" w:rsidRDefault="003E1941" w14:paraId="796AE452" w14:textId="059F1C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313D64" w:rsidP="009C54AE" w:rsidRDefault="00313D64" w14:paraId="4407F07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4C615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E45D8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D5FB1" w:rsidR="00313D64" w:rsidTr="0071620A" w14:paraId="36D40586" w14:textId="77777777">
        <w:trPr>
          <w:trHeight w:val="397"/>
        </w:trPr>
        <w:tc>
          <w:tcPr>
            <w:tcW w:w="7513" w:type="dxa"/>
          </w:tcPr>
          <w:p w:rsidRPr="00313D64" w:rsidR="00313D64" w:rsidP="00313D64" w:rsidRDefault="00313D64" w14:paraId="06E5D3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D64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:rsidR="00313D64" w:rsidP="00313D64" w:rsidRDefault="00313D64" w14:paraId="39F13D6F" w14:textId="37F20D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Góral Z. (2016). </w:t>
            </w:r>
            <w:r w:rsidRPr="00313D64">
              <w:rPr>
                <w:rFonts w:ascii="Corbel" w:hAnsi="Corbel"/>
                <w:i/>
                <w:iCs/>
                <w:sz w:val="24"/>
                <w:szCs w:val="24"/>
              </w:rPr>
              <w:t>Świadczenia dla bezrobotnych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5394E">
              <w:rPr>
                <w:rFonts w:ascii="Corbel" w:hAnsi="Corbel"/>
                <w:sz w:val="24"/>
                <w:szCs w:val="24"/>
              </w:rPr>
              <w:t xml:space="preserve">W: Z. Góral (red.), </w:t>
            </w:r>
            <w:r w:rsidRPr="0015394E">
              <w:rPr>
                <w:rFonts w:ascii="Corbel" w:hAnsi="Corbel"/>
                <w:i/>
                <w:sz w:val="24"/>
                <w:szCs w:val="24"/>
              </w:rPr>
              <w:t>Ustawa o promocji zatrudnienia i instytucjach rynku pracy. Komentarze praktyczne</w:t>
            </w:r>
            <w:r w:rsidRPr="0015394E">
              <w:rPr>
                <w:rFonts w:ascii="Corbel" w:hAnsi="Corbel"/>
                <w:sz w:val="24"/>
                <w:szCs w:val="24"/>
              </w:rPr>
              <w:t>. Warszawa: Wolters Kluwer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13D64" w:rsidP="00313D64" w:rsidRDefault="00313D64" w14:paraId="5BF4C91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313D64" w:rsidP="00313D64" w:rsidRDefault="00313D64" w14:paraId="76CEAAAB" w14:textId="0C5870F5">
            <w:pPr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Guzikowski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 (2016). </w:t>
            </w:r>
            <w:hyperlink w:history="1" r:id="rId11">
              <w:r w:rsidRPr="00B436CC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Instytucje rynku pracy w krajach transformacyjnych: dynamika, interakcje, prawidłowości empiryczne</w:t>
              </w:r>
              <w:r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. </w:t>
              </w:r>
              <w:r w:rsidRPr="00B436CC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Warszawa:</w:t>
              </w:r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Szkoła Główna Handlowa</w:t>
              </w:r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w Warszawie -</w:t>
              </w:r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Oficyna </w:t>
              </w:r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Wydawnicza</w:t>
              </w:r>
              <w:r w:rsidRPr="0068083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.</w:t>
              </w:r>
            </w:hyperlink>
          </w:p>
          <w:p w:rsidR="00313D64" w:rsidP="00313D64" w:rsidRDefault="00313D64" w14:paraId="71765476" w14:textId="3BEF592C">
            <w:pPr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proofErr w:type="spellStart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Kukulak</w:t>
            </w:r>
            <w:proofErr w:type="spellEnd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-Dolata I. (2007). </w:t>
            </w:r>
            <w:r w:rsidRPr="00313D64">
              <w:rPr>
                <w:rStyle w:val="Hipercz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Instytucje ryku pracy w Polsce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. W: I. </w:t>
            </w:r>
            <w:proofErr w:type="spellStart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Kukulak</w:t>
            </w:r>
            <w:proofErr w:type="spellEnd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-Dolata, J. </w:t>
            </w:r>
            <w:proofErr w:type="spellStart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Pichla</w:t>
            </w:r>
            <w:proofErr w:type="spellEnd"/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(red.), </w:t>
            </w:r>
            <w:r w:rsidRPr="00313D64">
              <w:rPr>
                <w:rStyle w:val="Hipercz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Rola publicznych służb zatrudnienia i agencji zatrudnienia na rynku pracy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 Warszawa: Instytut Pracy i Spraw Socjalnych.</w:t>
            </w:r>
          </w:p>
          <w:p w:rsidR="00313D64" w:rsidP="00313D64" w:rsidRDefault="00313D64" w14:paraId="639313E6" w14:textId="7CB16C07">
            <w:pPr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Ostoj I. (2012). </w:t>
            </w:r>
            <w:r w:rsidRPr="00E9010B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Formalne i nieformalne instytucje rynku pracy.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Katowice: Wyd. Uniwersytetu Ekonomicznego w Katowicach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</w:t>
            </w:r>
          </w:p>
          <w:p w:rsidR="00313D64" w:rsidP="00313D64" w:rsidRDefault="00313D64" w14:paraId="626D6DF7" w14:textId="77777777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Ustawa </w:t>
            </w:r>
            <w:r w:rsidRPr="00B60231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z dnia 13 czerwca 2003 r.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0231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 zatrudnieniu socjalnym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(Dz. U.</w:t>
            </w:r>
            <w:r w:rsidRPr="00B60231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2003 nr 122 poz. 1143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Pr="00B60231" w:rsidR="00313D64" w:rsidP="00313D64" w:rsidRDefault="00313D64" w14:paraId="1C6F4116" w14:textId="6D409A54">
            <w:pPr>
              <w:spacing w:after="0" w:line="240" w:lineRule="auto"/>
              <w:jc w:val="both"/>
              <w:rPr>
                <w:rStyle w:val="Hipercze"/>
                <w:rFonts w:ascii="Corbel" w:hAnsi="Corbel"/>
                <w:bCs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r w:rsidRPr="00B57B48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https://sip.lex.pl/akty-prawne/dzu-dziennik-ustaw/zatrudnienie-socjalne-17040282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Pr="008E708D" w:rsidR="00313D64" w:rsidP="00313D64" w:rsidRDefault="00313D64" w14:paraId="34B24A2A" w14:textId="67E9A29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Włodarczyk M. (2016). </w:t>
            </w:r>
            <w:r w:rsidRPr="0015394E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Polityka rynku pracy.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W: Z. Góral (red.), </w:t>
            </w:r>
            <w:r w:rsidRPr="0015394E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Ustawa o promocji zatrudnienia i instytucjach rynku pracy. Komentarze praktyczne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 Warszawa: Wolters Kluwer</w:t>
            </w:r>
            <w:r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</w:t>
            </w:r>
          </w:p>
        </w:tc>
      </w:tr>
      <w:tr w:rsidRPr="00313D64" w:rsidR="00313D64" w:rsidTr="0071620A" w14:paraId="3CB8E349" w14:textId="77777777">
        <w:trPr>
          <w:trHeight w:val="397"/>
        </w:trPr>
        <w:tc>
          <w:tcPr>
            <w:tcW w:w="7513" w:type="dxa"/>
          </w:tcPr>
          <w:p w:rsidRPr="008A6CB1" w:rsidR="00313D64" w:rsidP="00313D64" w:rsidRDefault="00313D64" w14:paraId="7EE4BE77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A6CB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:rsidR="00313D64" w:rsidP="00313D64" w:rsidRDefault="00313D64" w14:paraId="7B0E4DEA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Krause E., Ludwikowska K., Tomaszewska R. (2019). </w:t>
            </w:r>
            <w:r w:rsidRPr="000A4CBF">
              <w:rPr>
                <w:rFonts w:ascii="Corbel" w:hAnsi="Corbel"/>
                <w:i/>
                <w:color w:val="000000"/>
                <w:sz w:val="24"/>
                <w:szCs w:val="24"/>
              </w:rPr>
              <w:t>Generacja NEET. Obraz własny, doświadczenia pracodawców i instytucji rynku pracy.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Bydgoszcz: Wyd. Uniwersytetu Kazimierza Wielkiego.</w:t>
            </w:r>
          </w:p>
          <w:p w:rsidR="00313D64" w:rsidP="00313D64" w:rsidRDefault="00313D64" w14:paraId="4C58C773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Leśniak-</w:t>
            </w:r>
            <w:proofErr w:type="spellStart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K. (2010).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A4CBF">
              <w:rPr>
                <w:rFonts w:ascii="Corbel" w:hAnsi="Corbel"/>
                <w:i/>
                <w:color w:val="000000"/>
                <w:sz w:val="24"/>
                <w:szCs w:val="24"/>
              </w:rPr>
              <w:t>Dwie dekady lokalnego bezrobocia (na przykładzie powi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atu mieleckiego na Podkarpaciu).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Rzeszów: Wyd.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Uniwersy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tetu Rzeszowskiego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A4CBF" w:rsidR="00313D64" w:rsidP="00313D64" w:rsidRDefault="00313D64" w14:paraId="0A4B87D2" w14:textId="73E5A786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Piróg T. (2015). </w:t>
            </w:r>
            <w:r w:rsidRPr="000A4CBF">
              <w:rPr>
                <w:rFonts w:ascii="Corbel" w:hAnsi="Corbel"/>
                <w:i/>
                <w:color w:val="000000"/>
                <w:sz w:val="24"/>
                <w:szCs w:val="24"/>
              </w:rPr>
              <w:t>Wygnanie z raju. Społeczne ko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nsekwencje zmian na rynku pracy.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Kraków: </w:t>
            </w:r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Zakł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ad Wydawniczy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Nomos</w:t>
            </w:r>
            <w:proofErr w:type="spellEnd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313D64" w:rsidR="00313D64" w:rsidP="00313D64" w:rsidRDefault="00313D64" w14:paraId="2CBF29F2" w14:textId="36332F7F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Szarzec</w:t>
            </w:r>
            <w:proofErr w:type="spellEnd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K., Baszyński A., Piątek D., </w:t>
            </w:r>
            <w:proofErr w:type="spellStart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>Pilc</w:t>
            </w:r>
            <w:proofErr w:type="spellEnd"/>
            <w:r w:rsidRPr="000A4CBF">
              <w:rPr>
                <w:rFonts w:ascii="Corbel" w:hAnsi="Corbel"/>
                <w:color w:val="000000"/>
                <w:sz w:val="24"/>
                <w:szCs w:val="24"/>
              </w:rPr>
              <w:t xml:space="preserve"> M. (2014). </w:t>
            </w:r>
            <w:r w:rsidRPr="000C403C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Institutions in transition countries</w:t>
            </w:r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Poznań</w:t>
            </w:r>
            <w:proofErr w:type="spellEnd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Glbal</w:t>
            </w:r>
            <w:proofErr w:type="spellEnd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Development </w:t>
            </w:r>
            <w:proofErr w:type="spellStart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Reseach</w:t>
            </w:r>
            <w:proofErr w:type="spellEnd"/>
            <w:r w:rsidRPr="000C403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Group.  </w:t>
            </w:r>
          </w:p>
        </w:tc>
      </w:tr>
    </w:tbl>
    <w:p w:rsidRPr="00313D64" w:rsidR="0085747A" w:rsidP="009C54AE" w:rsidRDefault="0085747A" w14:paraId="1BF42E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  <w:lang w:val="en-US"/>
        </w:rPr>
      </w:pPr>
    </w:p>
    <w:p w:rsidRPr="00313D64" w:rsidR="0085747A" w:rsidP="009C54AE" w:rsidRDefault="0085747A" w14:paraId="019979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  <w:lang w:val="en-US"/>
        </w:rPr>
      </w:pPr>
    </w:p>
    <w:p w:rsidRPr="009C54AE" w:rsidR="0085747A" w:rsidP="00F83B28" w:rsidRDefault="0085747A" w14:paraId="77D07C3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527717">
      <w:footerReference w:type="default" r:id="rId12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043" w:rsidP="00C16ABF" w:rsidRDefault="00874043" w14:paraId="17BA14B1" w14:textId="77777777">
      <w:pPr>
        <w:spacing w:after="0" w:line="240" w:lineRule="auto"/>
      </w:pPr>
      <w:r>
        <w:separator/>
      </w:r>
    </w:p>
  </w:endnote>
  <w:endnote w:type="continuationSeparator" w:id="0">
    <w:p w:rsidR="00874043" w:rsidP="00C16ABF" w:rsidRDefault="00874043" w14:paraId="38E64B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5691894"/>
      <w:docPartObj>
        <w:docPartGallery w:val="Page Numbers (Bottom of Page)"/>
        <w:docPartUnique/>
      </w:docPartObj>
    </w:sdtPr>
    <w:sdtContent>
      <w:p w:rsidR="00313D64" w:rsidRDefault="00313D64" w14:paraId="30C8EBED" w14:textId="20DE9F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13D64" w:rsidRDefault="00313D64" w14:paraId="0B3825F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043" w:rsidP="00C16ABF" w:rsidRDefault="00874043" w14:paraId="0434A190" w14:textId="77777777">
      <w:pPr>
        <w:spacing w:after="0" w:line="240" w:lineRule="auto"/>
      </w:pPr>
      <w:r>
        <w:separator/>
      </w:r>
    </w:p>
  </w:footnote>
  <w:footnote w:type="continuationSeparator" w:id="0">
    <w:p w:rsidR="00874043" w:rsidP="00C16ABF" w:rsidRDefault="00874043" w14:paraId="5389545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0C6773E" w14:textId="77777777">
      <w:pPr>
        <w:pStyle w:val="Tekstprzypisudolnego"/>
      </w:pPr>
      <w:r w:rsidRPr="00270B82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67AB4"/>
    <w:multiLevelType w:val="hybridMultilevel"/>
    <w:tmpl w:val="D36C6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4E4949"/>
    <w:multiLevelType w:val="hybridMultilevel"/>
    <w:tmpl w:val="CCE28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MTE3sjAxNTI1MzBT0lEKTi0uzszPAykwrAUAy0fzjCwAAAA="/>
  </w:docVars>
  <w:rsids>
    <w:rsidRoot w:val="00BD66E9"/>
    <w:rsid w:val="000048FD"/>
    <w:rsid w:val="000077B4"/>
    <w:rsid w:val="00015B8F"/>
    <w:rsid w:val="00022ECE"/>
    <w:rsid w:val="000428C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EF0"/>
    <w:rsid w:val="000F1C57"/>
    <w:rsid w:val="000F5615"/>
    <w:rsid w:val="001238A5"/>
    <w:rsid w:val="00124BFF"/>
    <w:rsid w:val="0012560E"/>
    <w:rsid w:val="00127108"/>
    <w:rsid w:val="00134B13"/>
    <w:rsid w:val="00146BC0"/>
    <w:rsid w:val="00153C41"/>
    <w:rsid w:val="00154381"/>
    <w:rsid w:val="001619F9"/>
    <w:rsid w:val="001640A7"/>
    <w:rsid w:val="00164C6B"/>
    <w:rsid w:val="00164FA7"/>
    <w:rsid w:val="00166A03"/>
    <w:rsid w:val="001718A7"/>
    <w:rsid w:val="001737CF"/>
    <w:rsid w:val="00176083"/>
    <w:rsid w:val="00181665"/>
    <w:rsid w:val="00192F37"/>
    <w:rsid w:val="00195F96"/>
    <w:rsid w:val="001A70D2"/>
    <w:rsid w:val="001D5FB1"/>
    <w:rsid w:val="001D657B"/>
    <w:rsid w:val="001D7B54"/>
    <w:rsid w:val="001E0209"/>
    <w:rsid w:val="001F2CA2"/>
    <w:rsid w:val="00200222"/>
    <w:rsid w:val="002057D0"/>
    <w:rsid w:val="00211C05"/>
    <w:rsid w:val="002144C0"/>
    <w:rsid w:val="0022477D"/>
    <w:rsid w:val="002278A9"/>
    <w:rsid w:val="002336F9"/>
    <w:rsid w:val="0024028F"/>
    <w:rsid w:val="00244ABC"/>
    <w:rsid w:val="002612EC"/>
    <w:rsid w:val="00270B8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7E5"/>
    <w:rsid w:val="002D73D4"/>
    <w:rsid w:val="002F02A3"/>
    <w:rsid w:val="002F4ABE"/>
    <w:rsid w:val="002F5D4E"/>
    <w:rsid w:val="003018BA"/>
    <w:rsid w:val="0030395F"/>
    <w:rsid w:val="00305C92"/>
    <w:rsid w:val="00313D64"/>
    <w:rsid w:val="003151C5"/>
    <w:rsid w:val="003343CF"/>
    <w:rsid w:val="00346FE9"/>
    <w:rsid w:val="0034759A"/>
    <w:rsid w:val="003503F6"/>
    <w:rsid w:val="003530DD"/>
    <w:rsid w:val="00363F78"/>
    <w:rsid w:val="00396F4B"/>
    <w:rsid w:val="003A0A5B"/>
    <w:rsid w:val="003A1176"/>
    <w:rsid w:val="003B5729"/>
    <w:rsid w:val="003C0BAE"/>
    <w:rsid w:val="003D18A9"/>
    <w:rsid w:val="003D2C78"/>
    <w:rsid w:val="003D6CE2"/>
    <w:rsid w:val="003E1941"/>
    <w:rsid w:val="003E2FE6"/>
    <w:rsid w:val="003E49D5"/>
    <w:rsid w:val="003F0F2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3A"/>
    <w:rsid w:val="00471326"/>
    <w:rsid w:val="0047598D"/>
    <w:rsid w:val="004840FD"/>
    <w:rsid w:val="00490F7D"/>
    <w:rsid w:val="00491678"/>
    <w:rsid w:val="004928EA"/>
    <w:rsid w:val="004968E2"/>
    <w:rsid w:val="004A3EEA"/>
    <w:rsid w:val="004A4D1F"/>
    <w:rsid w:val="004A5A01"/>
    <w:rsid w:val="004D3EEB"/>
    <w:rsid w:val="004D5282"/>
    <w:rsid w:val="004E4D4F"/>
    <w:rsid w:val="004F1551"/>
    <w:rsid w:val="004F55A3"/>
    <w:rsid w:val="0050496F"/>
    <w:rsid w:val="00513B6F"/>
    <w:rsid w:val="00517C63"/>
    <w:rsid w:val="00527717"/>
    <w:rsid w:val="005363C4"/>
    <w:rsid w:val="00536BDE"/>
    <w:rsid w:val="00543ACC"/>
    <w:rsid w:val="00562AA2"/>
    <w:rsid w:val="0056696D"/>
    <w:rsid w:val="00576EE3"/>
    <w:rsid w:val="0059484D"/>
    <w:rsid w:val="005A0855"/>
    <w:rsid w:val="005A133C"/>
    <w:rsid w:val="005A3196"/>
    <w:rsid w:val="005C080F"/>
    <w:rsid w:val="005C55E5"/>
    <w:rsid w:val="005C696A"/>
    <w:rsid w:val="005D3A4B"/>
    <w:rsid w:val="005E6E85"/>
    <w:rsid w:val="005F31D2"/>
    <w:rsid w:val="005F69A4"/>
    <w:rsid w:val="006067E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37"/>
    <w:rsid w:val="00696175"/>
    <w:rsid w:val="00696477"/>
    <w:rsid w:val="006D050F"/>
    <w:rsid w:val="006D6139"/>
    <w:rsid w:val="006E5D65"/>
    <w:rsid w:val="006F1282"/>
    <w:rsid w:val="006F1FBC"/>
    <w:rsid w:val="006F31E2"/>
    <w:rsid w:val="007000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6F2"/>
    <w:rsid w:val="007A4022"/>
    <w:rsid w:val="007A6E6E"/>
    <w:rsid w:val="007C3299"/>
    <w:rsid w:val="007C3BCC"/>
    <w:rsid w:val="007C4546"/>
    <w:rsid w:val="007D6E56"/>
    <w:rsid w:val="007D7ED3"/>
    <w:rsid w:val="007F4155"/>
    <w:rsid w:val="007F7BEE"/>
    <w:rsid w:val="0081554D"/>
    <w:rsid w:val="0081707E"/>
    <w:rsid w:val="00834CFC"/>
    <w:rsid w:val="00834FFD"/>
    <w:rsid w:val="008449B3"/>
    <w:rsid w:val="00845577"/>
    <w:rsid w:val="008552A2"/>
    <w:rsid w:val="008552E0"/>
    <w:rsid w:val="0085747A"/>
    <w:rsid w:val="00874043"/>
    <w:rsid w:val="00884922"/>
    <w:rsid w:val="00885F64"/>
    <w:rsid w:val="008917F9"/>
    <w:rsid w:val="008A45F7"/>
    <w:rsid w:val="008A6CB1"/>
    <w:rsid w:val="008C0CC0"/>
    <w:rsid w:val="008C19A9"/>
    <w:rsid w:val="008C379D"/>
    <w:rsid w:val="008C5147"/>
    <w:rsid w:val="008C5359"/>
    <w:rsid w:val="008C5363"/>
    <w:rsid w:val="008D0101"/>
    <w:rsid w:val="008D316E"/>
    <w:rsid w:val="008D3DFB"/>
    <w:rsid w:val="008E64F4"/>
    <w:rsid w:val="008E708D"/>
    <w:rsid w:val="008F12C9"/>
    <w:rsid w:val="008F6E29"/>
    <w:rsid w:val="00915EAD"/>
    <w:rsid w:val="00916188"/>
    <w:rsid w:val="00923D7D"/>
    <w:rsid w:val="009508DF"/>
    <w:rsid w:val="00950DAC"/>
    <w:rsid w:val="00954A07"/>
    <w:rsid w:val="009607B3"/>
    <w:rsid w:val="0096276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AB9"/>
    <w:rsid w:val="00A36899"/>
    <w:rsid w:val="00A371F6"/>
    <w:rsid w:val="00A43BF6"/>
    <w:rsid w:val="00A53FA5"/>
    <w:rsid w:val="00A54817"/>
    <w:rsid w:val="00A601C8"/>
    <w:rsid w:val="00A60799"/>
    <w:rsid w:val="00A64CDB"/>
    <w:rsid w:val="00A84C85"/>
    <w:rsid w:val="00A97DE1"/>
    <w:rsid w:val="00AB053C"/>
    <w:rsid w:val="00AB42C1"/>
    <w:rsid w:val="00AD1146"/>
    <w:rsid w:val="00AD27D3"/>
    <w:rsid w:val="00AD66D6"/>
    <w:rsid w:val="00AE0F18"/>
    <w:rsid w:val="00AE1160"/>
    <w:rsid w:val="00AE203C"/>
    <w:rsid w:val="00AE2E74"/>
    <w:rsid w:val="00AE5FCB"/>
    <w:rsid w:val="00AF2C1E"/>
    <w:rsid w:val="00AF647C"/>
    <w:rsid w:val="00B06142"/>
    <w:rsid w:val="00B135B1"/>
    <w:rsid w:val="00B17A5E"/>
    <w:rsid w:val="00B3130B"/>
    <w:rsid w:val="00B325A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93"/>
    <w:rsid w:val="00B90885"/>
    <w:rsid w:val="00BB520A"/>
    <w:rsid w:val="00BB534C"/>
    <w:rsid w:val="00BC48B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2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F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6F2"/>
    <w:rsid w:val="00E51E44"/>
    <w:rsid w:val="00E63348"/>
    <w:rsid w:val="00E742AA"/>
    <w:rsid w:val="00E754F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296"/>
    <w:rsid w:val="514628B6"/>
    <w:rsid w:val="5A40A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B301"/>
  <w15:docId w15:val="{A53CBA77-85ED-4D38-A9E7-CABEBA7C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4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4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4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47C"/>
    <w:rPr>
      <w:rFonts w:ascii="Calibri" w:hAnsi="Calibri"/>
      <w:b/>
      <w:bCs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javascript:void(0);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d0b71dd6e21c46a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e57f3-6522-49df-ab43-f147bbb5978e}"/>
      </w:docPartPr>
      <w:docPartBody>
        <w:p w14:paraId="2358D5F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EE8A7D-1EA5-4E9F-B3C0-927E5A8C8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F84E77-053A-4B92-9399-7B346C2CCE06}"/>
</file>

<file path=customXml/itemProps3.xml><?xml version="1.0" encoding="utf-8"?>
<ds:datastoreItem xmlns:ds="http://schemas.openxmlformats.org/officeDocument/2006/customXml" ds:itemID="{B552B1DD-F8C4-442A-A605-60AE5D0FC1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3630D9-275D-43DD-9149-5A408A390F9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Jamroży Krzysztof</cp:lastModifiedBy>
  <cp:revision>18</cp:revision>
  <cp:lastPrinted>2019-02-06T12:12:00Z</cp:lastPrinted>
  <dcterms:created xsi:type="dcterms:W3CDTF">2020-10-27T10:36:00Z</dcterms:created>
  <dcterms:modified xsi:type="dcterms:W3CDTF">2021-09-21T12:09:25Z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